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9501" w:type="dxa"/>
        <w:tblLook w:val="04A0" w:firstRow="1" w:lastRow="0" w:firstColumn="1" w:lastColumn="0" w:noHBand="0" w:noVBand="1"/>
      </w:tblPr>
      <w:tblGrid>
        <w:gridCol w:w="2375"/>
        <w:gridCol w:w="1873"/>
        <w:gridCol w:w="502"/>
        <w:gridCol w:w="811"/>
        <w:gridCol w:w="1313"/>
        <w:gridCol w:w="251"/>
        <w:gridCol w:w="1062"/>
        <w:gridCol w:w="1314"/>
      </w:tblGrid>
      <w:tr w:rsidR="006D632A" w:rsidRPr="00DE2C7D" w:rsidTr="00947F08">
        <w:tc>
          <w:tcPr>
            <w:tcW w:w="950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32A" w:rsidRPr="00DE2C7D" w:rsidRDefault="00C71808" w:rsidP="00FA10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DE2C7D">
              <w:rPr>
                <w:rFonts w:ascii="Arial" w:hAnsi="Arial" w:cs="Arial"/>
                <w:b/>
                <w:sz w:val="20"/>
                <w:szCs w:val="20"/>
              </w:rPr>
              <w:t>BOLETIM DE VOTAÇÃO</w:t>
            </w:r>
            <w:r w:rsidR="001A2E5F" w:rsidRPr="00DE2C7D">
              <w:rPr>
                <w:rFonts w:ascii="Arial" w:hAnsi="Arial" w:cs="Arial"/>
                <w:b/>
                <w:sz w:val="20"/>
                <w:szCs w:val="20"/>
              </w:rPr>
              <w:t xml:space="preserve"> NOMINAL</w:t>
            </w:r>
          </w:p>
        </w:tc>
      </w:tr>
      <w:tr w:rsidR="006D632A" w:rsidRPr="00DE2C7D" w:rsidTr="00947F08">
        <w:trPr>
          <w:trHeight w:val="1361"/>
        </w:trPr>
        <w:tc>
          <w:tcPr>
            <w:tcW w:w="950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C0CA3" w:rsidRPr="00D87EDA" w:rsidRDefault="00FC0CA3" w:rsidP="00FC0CA3">
            <w:pPr>
              <w:pStyle w:val="Default"/>
              <w:spacing w:before="240" w:line="312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87ED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Projeto de Lei do Executivo nº 07/2018</w:t>
            </w:r>
          </w:p>
          <w:p w:rsidR="00FC0CA3" w:rsidRPr="00D87EDA" w:rsidRDefault="00FC0CA3" w:rsidP="00FC0CA3">
            <w:pPr>
              <w:pStyle w:val="Default"/>
              <w:tabs>
                <w:tab w:val="left" w:pos="284"/>
              </w:tabs>
              <w:spacing w:line="312" w:lineRule="auto"/>
              <w:ind w:left="11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  <w:r w:rsidRPr="00D87EDA">
              <w:rPr>
                <w:rFonts w:ascii="Arial" w:hAnsi="Arial" w:cs="Arial"/>
                <w:caps/>
                <w:sz w:val="20"/>
                <w:szCs w:val="20"/>
              </w:rPr>
              <w:t>Altera a lotação dos cargos dos servidores do Serviço Autônomo de Água e Esgoto de Jacareí, disposta na Lei Municipal nº 2.915 de 13 de março de 1991.</w:t>
            </w:r>
          </w:p>
          <w:p w:rsidR="006D632A" w:rsidRPr="00642C47" w:rsidRDefault="00FC0CA3" w:rsidP="00FC0CA3">
            <w:pPr>
              <w:pStyle w:val="Default"/>
              <w:tabs>
                <w:tab w:val="left" w:pos="284"/>
              </w:tabs>
              <w:spacing w:line="312" w:lineRule="auto"/>
              <w:ind w:left="11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  <w:r w:rsidRPr="00D87EDA">
              <w:rPr>
                <w:rFonts w:ascii="Arial" w:hAnsi="Arial" w:cs="Arial"/>
                <w:caps/>
                <w:sz w:val="20"/>
                <w:szCs w:val="20"/>
              </w:rPr>
              <w:t>AUTORIA: Prefeito Municipal Izaías José de Santana.</w:t>
            </w:r>
          </w:p>
        </w:tc>
      </w:tr>
      <w:tr w:rsidR="00262A0A" w:rsidRPr="00DE2C7D" w:rsidTr="00262A0A">
        <w:trPr>
          <w:trHeight w:val="405"/>
        </w:trPr>
        <w:tc>
          <w:tcPr>
            <w:tcW w:w="424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62A0A" w:rsidRPr="00DE2C7D" w:rsidRDefault="00262A0A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Vereadores</w:t>
            </w:r>
          </w:p>
        </w:tc>
        <w:tc>
          <w:tcPr>
            <w:tcW w:w="5253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62A0A" w:rsidRPr="00DE2C7D" w:rsidRDefault="00262A0A" w:rsidP="00262A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Votação Única</w:t>
            </w:r>
          </w:p>
        </w:tc>
      </w:tr>
      <w:tr w:rsidR="00375F54" w:rsidRPr="00DE2C7D" w:rsidTr="002F7935">
        <w:trPr>
          <w:cantSplit/>
          <w:trHeight w:val="1191"/>
        </w:trPr>
        <w:tc>
          <w:tcPr>
            <w:tcW w:w="424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5F54" w:rsidRPr="00DE2C7D" w:rsidRDefault="00375F54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375F54" w:rsidRPr="00DE2C7D" w:rsidRDefault="00375F54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Favor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375F54" w:rsidRPr="00DE2C7D" w:rsidRDefault="00375F54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Contrário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375F54" w:rsidRPr="00DE2C7D" w:rsidRDefault="00375F54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Abstenção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75F54" w:rsidRPr="00DE2C7D" w:rsidRDefault="00375F54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Ausente</w:t>
            </w: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ABNER DE MADUREIRA</w:t>
            </w:r>
          </w:p>
        </w:tc>
        <w:tc>
          <w:tcPr>
            <w:tcW w:w="131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ADERBAL SODRÉ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ARILDO BATISTA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FERNANDO DA ÓTICA ORIGINAL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B14552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B14552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JUAREZ ARAÚJO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LUÍS FLÁVIO (FLAVINHO)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DRA. MÁRCIA SANTOS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 ESPORTE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DOS CONDUTORES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DR. RODRIGO SALOMON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SÔNIA PATAS DA AMIZADE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F1774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VALMIR DO PARQUE MEIA LUA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1774" w:rsidRPr="00DE2C7D" w:rsidRDefault="00EF75D3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F1774" w:rsidRPr="00DE2C7D" w:rsidRDefault="002F1774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F35721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5721" w:rsidRPr="00DE2C7D" w:rsidRDefault="00F35721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LUCIMAR PONCIANO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35721" w:rsidRPr="00DE2C7D" w:rsidRDefault="00F35721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35721" w:rsidRDefault="00F35721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35721" w:rsidRPr="00DE2C7D" w:rsidRDefault="00F35721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5721" w:rsidRPr="00DE2C7D" w:rsidRDefault="00F35721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C71808" w:rsidRPr="00DE2C7D" w:rsidTr="00DA5A2B">
        <w:trPr>
          <w:trHeight w:val="340"/>
        </w:trPr>
        <w:tc>
          <w:tcPr>
            <w:tcW w:w="9501" w:type="dxa"/>
            <w:gridSpan w:val="8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C71808" w:rsidRPr="00DE2C7D" w:rsidRDefault="00C71808" w:rsidP="00FA1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808" w:rsidRPr="00DE2C7D" w:rsidTr="00DA5A2B">
        <w:trPr>
          <w:trHeight w:hRule="exact" w:val="397"/>
        </w:trPr>
        <w:tc>
          <w:tcPr>
            <w:tcW w:w="950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1808" w:rsidRPr="00DE2C7D" w:rsidRDefault="00C71808" w:rsidP="002364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APURAÇÃO</w:t>
            </w:r>
          </w:p>
        </w:tc>
      </w:tr>
      <w:tr w:rsidR="00236416" w:rsidRPr="00DE2C7D" w:rsidTr="00755A26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36416" w:rsidRPr="00DE2C7D" w:rsidRDefault="00236416" w:rsidP="002364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0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36416" w:rsidRPr="00DE2C7D" w:rsidRDefault="00236416" w:rsidP="00236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Votos</w:t>
            </w:r>
          </w:p>
        </w:tc>
        <w:tc>
          <w:tcPr>
            <w:tcW w:w="2376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6416" w:rsidRPr="00DE2C7D" w:rsidRDefault="00236416" w:rsidP="00236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C54215" w:rsidRPr="00DE2C7D" w:rsidTr="003646B8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C54215" w:rsidRPr="00DE2C7D" w:rsidRDefault="00C54215" w:rsidP="003646B8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VOTAÇÃO ÚNICA</w:t>
            </w:r>
          </w:p>
        </w:tc>
        <w:tc>
          <w:tcPr>
            <w:tcW w:w="2375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54215" w:rsidRPr="00DE2C7D" w:rsidRDefault="00C54215" w:rsidP="00C07674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Favoráveis = </w:t>
            </w:r>
            <w:r w:rsidR="00C0767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gridSpan w:val="3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54215" w:rsidRPr="00DE2C7D" w:rsidRDefault="00C54215" w:rsidP="00C07674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Contrários = </w:t>
            </w:r>
            <w:r w:rsidR="00C0767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54215" w:rsidRPr="00DE2C7D" w:rsidRDefault="00DF42BB" w:rsidP="003646B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caps/>
                <w:sz w:val="20"/>
                <w:szCs w:val="20"/>
              </w:rPr>
              <w:t>aprovado</w:t>
            </w:r>
          </w:p>
        </w:tc>
      </w:tr>
      <w:tr w:rsidR="00C54215" w:rsidRPr="00DE2C7D" w:rsidTr="003646B8">
        <w:trPr>
          <w:trHeight w:val="397"/>
        </w:trPr>
        <w:tc>
          <w:tcPr>
            <w:tcW w:w="237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54215" w:rsidRPr="00DE2C7D" w:rsidRDefault="00C54215" w:rsidP="00B234C1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Data:</w:t>
            </w:r>
            <w:r w:rsidR="00FC0CA3">
              <w:rPr>
                <w:rFonts w:ascii="Arial" w:hAnsi="Arial" w:cs="Arial"/>
                <w:sz w:val="20"/>
                <w:szCs w:val="20"/>
              </w:rPr>
              <w:t xml:space="preserve"> 28/03/2018</w:t>
            </w:r>
          </w:p>
        </w:tc>
        <w:tc>
          <w:tcPr>
            <w:tcW w:w="2375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C54215" w:rsidRPr="00DE2C7D" w:rsidRDefault="00C54215" w:rsidP="003646B8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Abstenções = 0</w:t>
            </w:r>
          </w:p>
        </w:tc>
        <w:tc>
          <w:tcPr>
            <w:tcW w:w="2375" w:type="dxa"/>
            <w:gridSpan w:val="3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C54215" w:rsidRPr="00DE2C7D" w:rsidRDefault="00C54215" w:rsidP="003646B8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Ausências = 0</w:t>
            </w:r>
          </w:p>
        </w:tc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54215" w:rsidRPr="00DE2C7D" w:rsidRDefault="00C54215" w:rsidP="003646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12F38" w:rsidRPr="00CC6506" w:rsidRDefault="009B3552" w:rsidP="009B3552">
      <w:pPr>
        <w:spacing w:before="120"/>
        <w:rPr>
          <w:rFonts w:ascii="Arial" w:hAnsi="Arial" w:cs="Arial"/>
          <w:sz w:val="20"/>
          <w:szCs w:val="20"/>
        </w:rPr>
      </w:pPr>
      <w:r w:rsidRPr="00CC6506">
        <w:rPr>
          <w:rFonts w:ascii="Arial" w:hAnsi="Arial" w:cs="Arial"/>
          <w:sz w:val="20"/>
          <w:szCs w:val="20"/>
        </w:rPr>
        <w:t xml:space="preserve">* </w:t>
      </w:r>
      <w:r w:rsidR="00012F38" w:rsidRPr="00CC6506">
        <w:rPr>
          <w:rFonts w:ascii="Arial" w:hAnsi="Arial" w:cs="Arial"/>
          <w:sz w:val="20"/>
          <w:szCs w:val="20"/>
        </w:rPr>
        <w:t>A</w:t>
      </w:r>
      <w:r w:rsidRPr="00CC6506">
        <w:rPr>
          <w:rFonts w:ascii="Arial" w:hAnsi="Arial" w:cs="Arial"/>
          <w:sz w:val="20"/>
          <w:szCs w:val="20"/>
        </w:rPr>
        <w:t>provação por maioria simples</w:t>
      </w:r>
      <w:r w:rsidR="00012F38" w:rsidRPr="00CC6506">
        <w:rPr>
          <w:rFonts w:ascii="Arial" w:hAnsi="Arial" w:cs="Arial"/>
          <w:sz w:val="20"/>
          <w:szCs w:val="20"/>
        </w:rPr>
        <w:t>. RI, 122, § 1º. (presença de maioria absoluta)</w:t>
      </w:r>
    </w:p>
    <w:p w:rsidR="00AE6789" w:rsidRPr="00CC6506" w:rsidRDefault="00012F38" w:rsidP="009B3552">
      <w:pPr>
        <w:spacing w:before="120"/>
        <w:rPr>
          <w:rFonts w:ascii="Arial" w:hAnsi="Arial" w:cs="Arial"/>
          <w:sz w:val="20"/>
          <w:szCs w:val="20"/>
        </w:rPr>
      </w:pPr>
      <w:r w:rsidRPr="00CC6506">
        <w:rPr>
          <w:rFonts w:ascii="Arial" w:hAnsi="Arial" w:cs="Arial"/>
          <w:sz w:val="20"/>
          <w:szCs w:val="20"/>
        </w:rPr>
        <w:t xml:space="preserve">* </w:t>
      </w:r>
      <w:r w:rsidR="009B3552" w:rsidRPr="00CC6506">
        <w:rPr>
          <w:rFonts w:ascii="Arial" w:hAnsi="Arial" w:cs="Arial"/>
          <w:sz w:val="20"/>
          <w:szCs w:val="20"/>
        </w:rPr>
        <w:t xml:space="preserve">Presidente </w:t>
      </w:r>
      <w:r w:rsidR="00CC6506">
        <w:rPr>
          <w:rFonts w:ascii="Arial" w:hAnsi="Arial" w:cs="Arial"/>
          <w:sz w:val="20"/>
          <w:szCs w:val="20"/>
        </w:rPr>
        <w:t>tem</w:t>
      </w:r>
      <w:r w:rsidR="009B3552" w:rsidRPr="00CC6506">
        <w:rPr>
          <w:rFonts w:ascii="Arial" w:hAnsi="Arial" w:cs="Arial"/>
          <w:sz w:val="20"/>
          <w:szCs w:val="20"/>
        </w:rPr>
        <w:t xml:space="preserve"> direito a voto em caso de empate.</w:t>
      </w:r>
      <w:r w:rsidRPr="00CC6506">
        <w:rPr>
          <w:rFonts w:ascii="Arial" w:hAnsi="Arial" w:cs="Arial"/>
          <w:sz w:val="20"/>
          <w:szCs w:val="20"/>
        </w:rPr>
        <w:t xml:space="preserve"> RI, 25, </w:t>
      </w:r>
      <w:proofErr w:type="spellStart"/>
      <w:r w:rsidRPr="00CC6506">
        <w:rPr>
          <w:rFonts w:ascii="Arial" w:hAnsi="Arial" w:cs="Arial"/>
          <w:sz w:val="20"/>
          <w:szCs w:val="20"/>
        </w:rPr>
        <w:t>IV</w:t>
      </w:r>
      <w:proofErr w:type="spellEnd"/>
      <w:r w:rsidRPr="00CC6506">
        <w:rPr>
          <w:rFonts w:ascii="Arial" w:hAnsi="Arial" w:cs="Arial"/>
          <w:sz w:val="20"/>
          <w:szCs w:val="20"/>
        </w:rPr>
        <w:t>.</w:t>
      </w:r>
    </w:p>
    <w:sectPr w:rsidR="00AE6789" w:rsidRPr="00CC6506" w:rsidSect="00FA10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C8F" w:rsidRDefault="00AA3C8F">
      <w:r>
        <w:separator/>
      </w:r>
    </w:p>
  </w:endnote>
  <w:endnote w:type="continuationSeparator" w:id="0">
    <w:p w:rsidR="00AA3C8F" w:rsidRDefault="00AA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C8F" w:rsidRDefault="00AA3C8F">
      <w:r>
        <w:separator/>
      </w:r>
    </w:p>
  </w:footnote>
  <w:footnote w:type="continuationSeparator" w:id="0">
    <w:p w:rsidR="00AA3C8F" w:rsidRDefault="00AA3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A349F1" w:rsidP="007E3F69">
    <w:pPr>
      <w:tabs>
        <w:tab w:val="left" w:pos="2835"/>
      </w:tabs>
      <w:jc w:val="right"/>
      <w:rPr>
        <w:sz w:val="20"/>
        <w:szCs w:val="20"/>
      </w:rPr>
    </w:pPr>
    <w:proofErr w:type="gramStart"/>
    <w:r w:rsidRPr="00317C1A">
      <w:rPr>
        <w:rFonts w:ascii="Arial" w:hAnsi="Arial" w:cs="Arial"/>
        <w:b/>
        <w:sz w:val="20"/>
        <w:szCs w:val="20"/>
        <w:u w:val="single"/>
      </w:rPr>
      <w:t>fls</w:t>
    </w:r>
    <w:proofErr w:type="gramEnd"/>
    <w:r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59DB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0F1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B59DB" w:rsidP="00CB59D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B59DB" w:rsidP="00CB59D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7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1F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1F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29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FCA3E03"/>
    <w:multiLevelType w:val="hybridMultilevel"/>
    <w:tmpl w:val="40C425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571E2"/>
    <w:multiLevelType w:val="hybridMultilevel"/>
    <w:tmpl w:val="78DE38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562E3"/>
    <w:multiLevelType w:val="hybridMultilevel"/>
    <w:tmpl w:val="64D23D6C"/>
    <w:lvl w:ilvl="0" w:tplc="108E85EE">
      <w:start w:val="1"/>
      <w:numFmt w:val="decimal"/>
      <w:lvlText w:val="%1."/>
      <w:lvlJc w:val="left"/>
      <w:pPr>
        <w:ind w:left="31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78604D77"/>
    <w:multiLevelType w:val="hybridMultilevel"/>
    <w:tmpl w:val="F04AF312"/>
    <w:lvl w:ilvl="0" w:tplc="A6C69A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64"/>
    <w:rsid w:val="00001019"/>
    <w:rsid w:val="00012789"/>
    <w:rsid w:val="00012F38"/>
    <w:rsid w:val="00014898"/>
    <w:rsid w:val="00024FD3"/>
    <w:rsid w:val="000273B5"/>
    <w:rsid w:val="00035DB4"/>
    <w:rsid w:val="00056288"/>
    <w:rsid w:val="00072CAF"/>
    <w:rsid w:val="0008094D"/>
    <w:rsid w:val="00094490"/>
    <w:rsid w:val="000958D5"/>
    <w:rsid w:val="00097CAE"/>
    <w:rsid w:val="000F5941"/>
    <w:rsid w:val="000F6251"/>
    <w:rsid w:val="00106F15"/>
    <w:rsid w:val="001103EF"/>
    <w:rsid w:val="001211F2"/>
    <w:rsid w:val="00124CEE"/>
    <w:rsid w:val="00125035"/>
    <w:rsid w:val="00126329"/>
    <w:rsid w:val="0014591F"/>
    <w:rsid w:val="00147ABF"/>
    <w:rsid w:val="00150EE2"/>
    <w:rsid w:val="00166B70"/>
    <w:rsid w:val="00172E81"/>
    <w:rsid w:val="00173769"/>
    <w:rsid w:val="0017546C"/>
    <w:rsid w:val="00181CD2"/>
    <w:rsid w:val="001A09F2"/>
    <w:rsid w:val="001A2E5F"/>
    <w:rsid w:val="001B0773"/>
    <w:rsid w:val="001C0AFB"/>
    <w:rsid w:val="001F13C3"/>
    <w:rsid w:val="002008E6"/>
    <w:rsid w:val="00204ED7"/>
    <w:rsid w:val="00205AE6"/>
    <w:rsid w:val="00213F7B"/>
    <w:rsid w:val="00230859"/>
    <w:rsid w:val="00233560"/>
    <w:rsid w:val="00236416"/>
    <w:rsid w:val="00247B2D"/>
    <w:rsid w:val="00253C82"/>
    <w:rsid w:val="002543CD"/>
    <w:rsid w:val="0025673B"/>
    <w:rsid w:val="00262A0A"/>
    <w:rsid w:val="00265D6E"/>
    <w:rsid w:val="00295332"/>
    <w:rsid w:val="002A7434"/>
    <w:rsid w:val="002A7B2A"/>
    <w:rsid w:val="002C49B7"/>
    <w:rsid w:val="002C4B2B"/>
    <w:rsid w:val="002C5C70"/>
    <w:rsid w:val="002D3D9E"/>
    <w:rsid w:val="002F02DB"/>
    <w:rsid w:val="002F1774"/>
    <w:rsid w:val="002F7935"/>
    <w:rsid w:val="0030168E"/>
    <w:rsid w:val="003117FB"/>
    <w:rsid w:val="00317C1A"/>
    <w:rsid w:val="00323F0F"/>
    <w:rsid w:val="00340F16"/>
    <w:rsid w:val="00347D5E"/>
    <w:rsid w:val="0035553C"/>
    <w:rsid w:val="00367F86"/>
    <w:rsid w:val="00375F54"/>
    <w:rsid w:val="0038161A"/>
    <w:rsid w:val="00381797"/>
    <w:rsid w:val="003848C4"/>
    <w:rsid w:val="00397FF3"/>
    <w:rsid w:val="003A77BE"/>
    <w:rsid w:val="003B3EF2"/>
    <w:rsid w:val="003C221B"/>
    <w:rsid w:val="003E188F"/>
    <w:rsid w:val="003F1091"/>
    <w:rsid w:val="003F7497"/>
    <w:rsid w:val="004070B6"/>
    <w:rsid w:val="00412795"/>
    <w:rsid w:val="004223BA"/>
    <w:rsid w:val="00424495"/>
    <w:rsid w:val="004362B9"/>
    <w:rsid w:val="004448DA"/>
    <w:rsid w:val="00445771"/>
    <w:rsid w:val="0045469B"/>
    <w:rsid w:val="00471580"/>
    <w:rsid w:val="00487D64"/>
    <w:rsid w:val="00493115"/>
    <w:rsid w:val="004B625D"/>
    <w:rsid w:val="004C2C30"/>
    <w:rsid w:val="004C6C78"/>
    <w:rsid w:val="004E03E7"/>
    <w:rsid w:val="004E06ED"/>
    <w:rsid w:val="004E2CA5"/>
    <w:rsid w:val="004E46DA"/>
    <w:rsid w:val="004F36E4"/>
    <w:rsid w:val="004F39E9"/>
    <w:rsid w:val="004F690D"/>
    <w:rsid w:val="004F6A11"/>
    <w:rsid w:val="00505357"/>
    <w:rsid w:val="00505FD8"/>
    <w:rsid w:val="00524669"/>
    <w:rsid w:val="00533862"/>
    <w:rsid w:val="00564368"/>
    <w:rsid w:val="00575C31"/>
    <w:rsid w:val="0058109A"/>
    <w:rsid w:val="005868AE"/>
    <w:rsid w:val="005A01D0"/>
    <w:rsid w:val="005A03FA"/>
    <w:rsid w:val="005B3D21"/>
    <w:rsid w:val="005C3938"/>
    <w:rsid w:val="005D702D"/>
    <w:rsid w:val="005E138D"/>
    <w:rsid w:val="005F4239"/>
    <w:rsid w:val="005F5F91"/>
    <w:rsid w:val="006101E1"/>
    <w:rsid w:val="00615027"/>
    <w:rsid w:val="00624472"/>
    <w:rsid w:val="00624A14"/>
    <w:rsid w:val="006426AE"/>
    <w:rsid w:val="00642C47"/>
    <w:rsid w:val="00667F36"/>
    <w:rsid w:val="00674F7D"/>
    <w:rsid w:val="006771A8"/>
    <w:rsid w:val="00681021"/>
    <w:rsid w:val="00682E6E"/>
    <w:rsid w:val="00691CF5"/>
    <w:rsid w:val="0069312F"/>
    <w:rsid w:val="006A370D"/>
    <w:rsid w:val="006B0B8E"/>
    <w:rsid w:val="006B1A4C"/>
    <w:rsid w:val="006B3256"/>
    <w:rsid w:val="006C59BC"/>
    <w:rsid w:val="006D632A"/>
    <w:rsid w:val="006D6F7D"/>
    <w:rsid w:val="006E2500"/>
    <w:rsid w:val="006E7E66"/>
    <w:rsid w:val="006F07C4"/>
    <w:rsid w:val="006F4E64"/>
    <w:rsid w:val="006F7B0A"/>
    <w:rsid w:val="00715F74"/>
    <w:rsid w:val="00725E66"/>
    <w:rsid w:val="00727CDB"/>
    <w:rsid w:val="00730BF2"/>
    <w:rsid w:val="0073407F"/>
    <w:rsid w:val="00755A26"/>
    <w:rsid w:val="00770D3D"/>
    <w:rsid w:val="007738D9"/>
    <w:rsid w:val="00775A1B"/>
    <w:rsid w:val="00777253"/>
    <w:rsid w:val="007838DC"/>
    <w:rsid w:val="00790911"/>
    <w:rsid w:val="0079468C"/>
    <w:rsid w:val="007D2AE5"/>
    <w:rsid w:val="007D39FD"/>
    <w:rsid w:val="007E3F69"/>
    <w:rsid w:val="007F58B8"/>
    <w:rsid w:val="007F75CA"/>
    <w:rsid w:val="0080197E"/>
    <w:rsid w:val="00820C13"/>
    <w:rsid w:val="008230F7"/>
    <w:rsid w:val="00831F5E"/>
    <w:rsid w:val="00833E7C"/>
    <w:rsid w:val="00844BEB"/>
    <w:rsid w:val="00847467"/>
    <w:rsid w:val="008474F2"/>
    <w:rsid w:val="00870972"/>
    <w:rsid w:val="00877E50"/>
    <w:rsid w:val="0088044F"/>
    <w:rsid w:val="008909A4"/>
    <w:rsid w:val="008A0EB2"/>
    <w:rsid w:val="008C07D8"/>
    <w:rsid w:val="008C33AB"/>
    <w:rsid w:val="008D08A1"/>
    <w:rsid w:val="008D7A93"/>
    <w:rsid w:val="008F0F93"/>
    <w:rsid w:val="009032BC"/>
    <w:rsid w:val="00922964"/>
    <w:rsid w:val="00935E63"/>
    <w:rsid w:val="00937748"/>
    <w:rsid w:val="00945DAA"/>
    <w:rsid w:val="00947F08"/>
    <w:rsid w:val="00954F8A"/>
    <w:rsid w:val="009656B6"/>
    <w:rsid w:val="009768E6"/>
    <w:rsid w:val="009A2ABD"/>
    <w:rsid w:val="009B207E"/>
    <w:rsid w:val="009B32F8"/>
    <w:rsid w:val="009B3552"/>
    <w:rsid w:val="009D0F6E"/>
    <w:rsid w:val="009D50D4"/>
    <w:rsid w:val="009D512F"/>
    <w:rsid w:val="009E1F05"/>
    <w:rsid w:val="009E4365"/>
    <w:rsid w:val="009E6B3F"/>
    <w:rsid w:val="009F0A25"/>
    <w:rsid w:val="00A16180"/>
    <w:rsid w:val="00A21A8C"/>
    <w:rsid w:val="00A349F1"/>
    <w:rsid w:val="00A46B01"/>
    <w:rsid w:val="00A51064"/>
    <w:rsid w:val="00A613EE"/>
    <w:rsid w:val="00A92CB9"/>
    <w:rsid w:val="00AA3C8F"/>
    <w:rsid w:val="00AC24F9"/>
    <w:rsid w:val="00AC712C"/>
    <w:rsid w:val="00AD430F"/>
    <w:rsid w:val="00AD6B47"/>
    <w:rsid w:val="00AE6789"/>
    <w:rsid w:val="00B004D8"/>
    <w:rsid w:val="00B079D6"/>
    <w:rsid w:val="00B10E9F"/>
    <w:rsid w:val="00B234C1"/>
    <w:rsid w:val="00B43A75"/>
    <w:rsid w:val="00B57E0F"/>
    <w:rsid w:val="00B605E2"/>
    <w:rsid w:val="00B75CEF"/>
    <w:rsid w:val="00B820F8"/>
    <w:rsid w:val="00BA1565"/>
    <w:rsid w:val="00BB3F3E"/>
    <w:rsid w:val="00BC44DF"/>
    <w:rsid w:val="00BD01BA"/>
    <w:rsid w:val="00BD1F36"/>
    <w:rsid w:val="00BD3C47"/>
    <w:rsid w:val="00BE1B39"/>
    <w:rsid w:val="00BF791A"/>
    <w:rsid w:val="00C06926"/>
    <w:rsid w:val="00C06BEA"/>
    <w:rsid w:val="00C07674"/>
    <w:rsid w:val="00C1124A"/>
    <w:rsid w:val="00C134FE"/>
    <w:rsid w:val="00C36E68"/>
    <w:rsid w:val="00C42806"/>
    <w:rsid w:val="00C44D39"/>
    <w:rsid w:val="00C45509"/>
    <w:rsid w:val="00C54215"/>
    <w:rsid w:val="00C71808"/>
    <w:rsid w:val="00C75291"/>
    <w:rsid w:val="00C76263"/>
    <w:rsid w:val="00CA759E"/>
    <w:rsid w:val="00CB15F2"/>
    <w:rsid w:val="00CB2BAB"/>
    <w:rsid w:val="00CB59DB"/>
    <w:rsid w:val="00CC6506"/>
    <w:rsid w:val="00CE3DE8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5355"/>
    <w:rsid w:val="00D8365B"/>
    <w:rsid w:val="00D83C3F"/>
    <w:rsid w:val="00D92A97"/>
    <w:rsid w:val="00DA5A2B"/>
    <w:rsid w:val="00DB23E5"/>
    <w:rsid w:val="00DB48F6"/>
    <w:rsid w:val="00DB7D23"/>
    <w:rsid w:val="00DE2C7D"/>
    <w:rsid w:val="00DE50DD"/>
    <w:rsid w:val="00DE68A1"/>
    <w:rsid w:val="00DF42BB"/>
    <w:rsid w:val="00E0249F"/>
    <w:rsid w:val="00E07978"/>
    <w:rsid w:val="00E11F92"/>
    <w:rsid w:val="00E14F37"/>
    <w:rsid w:val="00E3022D"/>
    <w:rsid w:val="00E33CB7"/>
    <w:rsid w:val="00E61D5B"/>
    <w:rsid w:val="00E66CFD"/>
    <w:rsid w:val="00E721EC"/>
    <w:rsid w:val="00E86C30"/>
    <w:rsid w:val="00E90791"/>
    <w:rsid w:val="00E90C30"/>
    <w:rsid w:val="00E96970"/>
    <w:rsid w:val="00EB04D6"/>
    <w:rsid w:val="00ED2065"/>
    <w:rsid w:val="00EF75D3"/>
    <w:rsid w:val="00F27895"/>
    <w:rsid w:val="00F30274"/>
    <w:rsid w:val="00F35721"/>
    <w:rsid w:val="00F420E5"/>
    <w:rsid w:val="00F5150F"/>
    <w:rsid w:val="00F56E47"/>
    <w:rsid w:val="00F65C85"/>
    <w:rsid w:val="00F73DA3"/>
    <w:rsid w:val="00F761FB"/>
    <w:rsid w:val="00FA1016"/>
    <w:rsid w:val="00FA3CFC"/>
    <w:rsid w:val="00FA470B"/>
    <w:rsid w:val="00FB00FA"/>
    <w:rsid w:val="00FC0CA3"/>
    <w:rsid w:val="00FC1C13"/>
    <w:rsid w:val="00FD2FEE"/>
    <w:rsid w:val="00FE28F8"/>
    <w:rsid w:val="00FE3B6B"/>
    <w:rsid w:val="00FE3E0F"/>
    <w:rsid w:val="00FE7E2A"/>
    <w:rsid w:val="00FF3FD5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F610C5-5652-4D6B-B256-A587D63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E68A1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51064"/>
    <w:rPr>
      <w:rFonts w:ascii="Century Schoolbook" w:hAnsi="Century Schoolbook"/>
      <w:sz w:val="24"/>
      <w:szCs w:val="24"/>
    </w:rPr>
  </w:style>
  <w:style w:type="paragraph" w:customStyle="1" w:styleId="Default">
    <w:name w:val="Default"/>
    <w:basedOn w:val="Normal"/>
    <w:rsid w:val="004F36E4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&#225;rio\Documents\Modelos%20Personalizados%20do%20Office\Modelo%20em%20branc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0588-F3F1-4873-ACED-F6BEA4B3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em branco.dotx</Template>
  <TotalTime>63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 Sales Neto</dc:creator>
  <cp:keywords/>
  <cp:lastModifiedBy>Moacir Bento Sales Neto</cp:lastModifiedBy>
  <cp:revision>28</cp:revision>
  <cp:lastPrinted>2018-03-28T17:28:00Z</cp:lastPrinted>
  <dcterms:created xsi:type="dcterms:W3CDTF">2017-11-21T14:19:00Z</dcterms:created>
  <dcterms:modified xsi:type="dcterms:W3CDTF">2018-03-28T17:28:00Z</dcterms:modified>
</cp:coreProperties>
</file>